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1AF7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5CF3A9F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1328">
        <w:rPr>
          <w:rFonts w:ascii="Corbel" w:hAnsi="Corbel"/>
          <w:b/>
          <w:smallCaps/>
          <w:sz w:val="24"/>
          <w:szCs w:val="24"/>
        </w:rPr>
        <w:t>2022/2025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9BC8C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76EAEA8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D5777">
        <w:rPr>
          <w:rFonts w:ascii="Corbel" w:hAnsi="Corbel"/>
          <w:sz w:val="20"/>
          <w:szCs w:val="20"/>
        </w:rPr>
        <w:t>2023/24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0D897F2A" w:rsidR="0085747A" w:rsidRPr="002639F6" w:rsidRDefault="009A531F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Wspieranie rozwoju i wychowania dzieci o specjalnych potrzebach edukacyjnych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6A6084DE" w:rsidR="0085747A" w:rsidRPr="009C54AE" w:rsidRDefault="004D57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18EE9BCC" w:rsidR="0085747A" w:rsidRPr="009C54AE" w:rsidRDefault="004D57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139AAF83" w:rsidR="00ED72AE" w:rsidRPr="009C54AE" w:rsidRDefault="00ED72AE" w:rsidP="004D5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D577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51BD16C3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67AD5C" w:rsidR="0085747A" w:rsidRPr="009C54AE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2E69D7F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38743D48" w:rsidR="0085747A" w:rsidRPr="009C54AE" w:rsidRDefault="002639F6" w:rsidP="001713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171328">
              <w:rPr>
                <w:rFonts w:ascii="Corbel" w:hAnsi="Corbel"/>
                <w:b w:val="0"/>
                <w:sz w:val="24"/>
                <w:szCs w:val="24"/>
              </w:rPr>
              <w:t xml:space="preserve">Izabela </w:t>
            </w:r>
            <w:proofErr w:type="spellStart"/>
            <w:r w:rsidR="00171328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9C54AE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5E5FB44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FE1442B" w:rsidR="00015B8F" w:rsidRPr="009C54AE" w:rsidRDefault="00171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340FA444" w:rsidR="00015B8F" w:rsidRPr="009C54AE" w:rsidRDefault="00171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97580D" w14:textId="232207CB" w:rsidR="009C54AE" w:rsidRDefault="00E22FBC" w:rsidP="00AB48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ED72AE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DBA0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48BA5AD3" w:rsidR="004D5777" w:rsidRPr="009C54AE" w:rsidRDefault="004D577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4944F1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328" w:rsidRPr="009C54AE" w14:paraId="3CA2422E" w14:textId="77777777" w:rsidTr="00CA5BF1">
        <w:trPr>
          <w:trHeight w:val="283"/>
        </w:trPr>
        <w:tc>
          <w:tcPr>
            <w:tcW w:w="9520" w:type="dxa"/>
          </w:tcPr>
          <w:p w14:paraId="575A41FC" w14:textId="6EA8972D" w:rsidR="00171328" w:rsidRPr="009C54AE" w:rsidRDefault="00171328" w:rsidP="001713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o specjalnych potrzebach edukacyjnych w systemach pomocy i edukacji w Polsce</w:t>
            </w:r>
          </w:p>
        </w:tc>
      </w:tr>
      <w:tr w:rsidR="009A531F" w:rsidRPr="009C54AE" w14:paraId="73C7E98F" w14:textId="77777777" w:rsidTr="00CA5BF1">
        <w:trPr>
          <w:trHeight w:val="283"/>
        </w:trPr>
        <w:tc>
          <w:tcPr>
            <w:tcW w:w="9520" w:type="dxa"/>
          </w:tcPr>
          <w:p w14:paraId="04600C63" w14:textId="57580A9C" w:rsidR="009A531F" w:rsidRDefault="009A531F" w:rsidP="001713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Kształcenia i wychowania uczniów ze specjalnymi potrzebami edukacyjnymi przegląd wybranych koncepcji.</w:t>
            </w:r>
          </w:p>
        </w:tc>
      </w:tr>
      <w:tr w:rsidR="00171328" w:rsidRPr="009C54AE" w14:paraId="6470A6B6" w14:textId="77777777" w:rsidTr="00CA5BF1">
        <w:trPr>
          <w:trHeight w:val="283"/>
        </w:trPr>
        <w:tc>
          <w:tcPr>
            <w:tcW w:w="9520" w:type="dxa"/>
          </w:tcPr>
          <w:p w14:paraId="0A0B094E" w14:textId="075CA7E7" w:rsidR="00171328" w:rsidRPr="009C54AE" w:rsidRDefault="0017132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25CA">
              <w:rPr>
                <w:rFonts w:ascii="Corbel" w:hAnsi="Corbel"/>
                <w:sz w:val="24"/>
                <w:szCs w:val="24"/>
              </w:rPr>
              <w:t>świetle aktualnych regulacji prawnych.</w:t>
            </w:r>
          </w:p>
        </w:tc>
      </w:tr>
      <w:tr w:rsidR="009A531F" w:rsidRPr="009C54AE" w14:paraId="792F3680" w14:textId="77777777" w:rsidTr="00CA5BF1">
        <w:trPr>
          <w:trHeight w:val="283"/>
        </w:trPr>
        <w:tc>
          <w:tcPr>
            <w:tcW w:w="9520" w:type="dxa"/>
          </w:tcPr>
          <w:p w14:paraId="73A417BA" w14:textId="0EFD0AAE" w:rsidR="009A531F" w:rsidRPr="00A625CA" w:rsidRDefault="009A531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Style i strategie pracy pedagogicznej z uczniem ze specjalnymi potrzebami edukacyjnymi – poziom diagnostyczny, poziom programowy, poziom praktyczny.</w:t>
            </w:r>
          </w:p>
        </w:tc>
      </w:tr>
      <w:tr w:rsidR="00171328" w:rsidRPr="009C54AE" w14:paraId="32676077" w14:textId="77777777" w:rsidTr="00CA5BF1">
        <w:trPr>
          <w:trHeight w:val="283"/>
        </w:trPr>
        <w:tc>
          <w:tcPr>
            <w:tcW w:w="9520" w:type="dxa"/>
          </w:tcPr>
          <w:p w14:paraId="7A127D8C" w14:textId="42EC91C4" w:rsidR="00171328" w:rsidRPr="009C54AE" w:rsidRDefault="0017132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 dziecka a specjalne potrzeby.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9A531F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564BB5F1" w:rsidR="009A531F" w:rsidRPr="00A625CA" w:rsidRDefault="009A531F" w:rsidP="009A531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</w:t>
            </w:r>
            <w:r>
              <w:rPr>
                <w:rFonts w:ascii="Corbel" w:hAnsi="Corbel"/>
                <w:sz w:val="24"/>
              </w:rPr>
              <w:t>, opis przypadków</w:t>
            </w:r>
            <w:r w:rsidRPr="00A625CA">
              <w:rPr>
                <w:rFonts w:ascii="Corbel" w:hAnsi="Corbel"/>
                <w:sz w:val="24"/>
              </w:rPr>
              <w:t>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531F" w:rsidRPr="009D083F" w14:paraId="529E4640" w14:textId="77777777" w:rsidTr="00C92758">
        <w:tc>
          <w:tcPr>
            <w:tcW w:w="1962" w:type="dxa"/>
          </w:tcPr>
          <w:p w14:paraId="6744AEAA" w14:textId="7DA91330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6B91B5C2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</w:tcPr>
          <w:p w14:paraId="482871B0" w14:textId="0670B055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78004494" w14:textId="77777777" w:rsidTr="00C92758">
        <w:tc>
          <w:tcPr>
            <w:tcW w:w="1962" w:type="dxa"/>
          </w:tcPr>
          <w:p w14:paraId="1CF9F2DF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4FF6CA76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</w:tcPr>
          <w:p w14:paraId="2D7EE412" w14:textId="6F395B4E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9C1FBCA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436E0818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9A531F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257AA75E" w:rsidR="009A531F" w:rsidRDefault="009A531F" w:rsidP="009A531F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461EC50F" w:rsidR="009A531F" w:rsidRDefault="009A531F" w:rsidP="009A531F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6D738F99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083F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0B88FE93" w:rsidR="00243ECC" w:rsidRPr="00243EC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Aktywność na zajęciach, praca w grupach, dyskusja.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7777777" w:rsidR="0085747A" w:rsidRPr="00BC30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30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30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22055DF6" w:rsidR="0085747A" w:rsidRPr="009C54AE" w:rsidRDefault="00780C9C" w:rsidP="001713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13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D5B4ACD" w:rsidR="00C61DC5" w:rsidRPr="009C54AE" w:rsidRDefault="007951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53D26">
              <w:rPr>
                <w:rFonts w:ascii="Corbel" w:hAnsi="Corbel"/>
                <w:sz w:val="24"/>
                <w:szCs w:val="24"/>
              </w:rPr>
              <w:t>:</w:t>
            </w:r>
          </w:p>
          <w:p w14:paraId="3B8FF5C4" w14:textId="77777777" w:rsidR="00053D26" w:rsidRDefault="00053D26" w:rsidP="00053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243ECC" w:rsidRPr="00BC304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9CF9F34" w14:textId="763A1BEA" w:rsidR="00C61DC5" w:rsidRPr="00BC304F" w:rsidRDefault="00053D26" w:rsidP="00053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kolokwium.</w:t>
            </w:r>
            <w:r w:rsidR="00243ECC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7A41F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F427428" w14:textId="77777777" w:rsidR="00053D26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36EF613" w14:textId="5F5C9F09" w:rsidR="00053D26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51DB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  <w:p w14:paraId="4D1B403E" w14:textId="005428D7" w:rsidR="00053D26" w:rsidRPr="009C54AE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51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02E3250D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6FE530B5" w:rsidR="0085747A" w:rsidRPr="009C54AE" w:rsidRDefault="001713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686A4E3F" w:rsidR="0085747A" w:rsidRPr="009C54AE" w:rsidRDefault="001713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BBD16F" w14:textId="0558C13E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Teoria</w:t>
            </w:r>
            <w:r w:rsidR="00AB48D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i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7567B6E8" w14:textId="6739682D" w:rsidR="00D53420" w:rsidRPr="00797538" w:rsidRDefault="00D53420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Lew-Koralewicz A.,</w:t>
            </w:r>
            <w:r w:rsidR="0016593E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Zachowania trudne u małych dzieci z zaburzeniami rozwoju. Rzeszów 2017.</w:t>
            </w:r>
          </w:p>
          <w:p w14:paraId="676592D3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36C7D09" w14:textId="07DCA442" w:rsidR="00D53420" w:rsidRPr="00797538" w:rsidRDefault="00D53420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Sobczak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BieńkowskaK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I, Grot—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Wsparcie wczesnorozwojowe dzieci z </w:t>
            </w:r>
            <w:proofErr w:type="spellStart"/>
            <w:r w:rsidRPr="0016593E">
              <w:rPr>
                <w:rFonts w:ascii="Corbel" w:hAnsi="Corbel"/>
                <w:i/>
                <w:sz w:val="24"/>
                <w:szCs w:val="24"/>
              </w:rPr>
              <w:t>uszkodzenien</w:t>
            </w:r>
            <w:proofErr w:type="spellEnd"/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 słuchu i ich rodzin</w:t>
            </w:r>
            <w:r>
              <w:rPr>
                <w:rFonts w:ascii="Corbel" w:hAnsi="Corbel"/>
                <w:sz w:val="24"/>
                <w:szCs w:val="24"/>
              </w:rPr>
              <w:t xml:space="preserve"> (w</w:t>
            </w:r>
            <w:r w:rsidR="0016593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>Wczesne wspomaganie rozwoju dzieci: konteksty teoretyczne i praktyczne rozwiązania</w:t>
            </w:r>
            <w:r>
              <w:rPr>
                <w:rFonts w:ascii="Corbel" w:hAnsi="Corbel"/>
                <w:sz w:val="24"/>
                <w:szCs w:val="24"/>
              </w:rPr>
              <w:t xml:space="preserve"> (red, nauk:</w:t>
            </w:r>
            <w:r w:rsidR="0016593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16593E">
              <w:rPr>
                <w:rFonts w:ascii="Corbel" w:hAnsi="Corbel"/>
                <w:sz w:val="24"/>
                <w:szCs w:val="24"/>
              </w:rPr>
              <w:t>. Czyż A. K., Kraków 2021.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797538" w:rsidRDefault="00243ECC" w:rsidP="001713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9C54AE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4E1CD" w14:textId="77777777" w:rsidR="00C41E24" w:rsidRDefault="00C41E24" w:rsidP="00C16ABF">
      <w:pPr>
        <w:spacing w:after="0" w:line="240" w:lineRule="auto"/>
      </w:pPr>
      <w:r>
        <w:separator/>
      </w:r>
    </w:p>
  </w:endnote>
  <w:endnote w:type="continuationSeparator" w:id="0">
    <w:p w14:paraId="647E7B78" w14:textId="77777777" w:rsidR="00C41E24" w:rsidRDefault="00C41E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E4AC2" w14:textId="77777777" w:rsidR="00C41E24" w:rsidRDefault="00C41E24" w:rsidP="00C16ABF">
      <w:pPr>
        <w:spacing w:after="0" w:line="240" w:lineRule="auto"/>
      </w:pPr>
      <w:r>
        <w:separator/>
      </w:r>
    </w:p>
  </w:footnote>
  <w:footnote w:type="continuationSeparator" w:id="0">
    <w:p w14:paraId="5A484FB2" w14:textId="77777777" w:rsidR="00C41E24" w:rsidRDefault="00C41E24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D26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593E"/>
    <w:rsid w:val="00166A03"/>
    <w:rsid w:val="00171328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66195"/>
    <w:rsid w:val="00281FF2"/>
    <w:rsid w:val="002857DE"/>
    <w:rsid w:val="00291567"/>
    <w:rsid w:val="002A22BF"/>
    <w:rsid w:val="002A2389"/>
    <w:rsid w:val="002A671D"/>
    <w:rsid w:val="002A7085"/>
    <w:rsid w:val="002B0FFF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D5777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C9C"/>
    <w:rsid w:val="0078168C"/>
    <w:rsid w:val="00782EEB"/>
    <w:rsid w:val="00787C2A"/>
    <w:rsid w:val="00790E27"/>
    <w:rsid w:val="007951DB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531F"/>
    <w:rsid w:val="009A78D9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7DE1"/>
    <w:rsid w:val="00AB053C"/>
    <w:rsid w:val="00AB48D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41E24"/>
    <w:rsid w:val="00C56036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B42CB"/>
    <w:rsid w:val="00CB4CA5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3420"/>
    <w:rsid w:val="00D552B2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7E88"/>
    <w:rsid w:val="00E8107D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617C3"/>
    <w:rsid w:val="00F7066B"/>
    <w:rsid w:val="00F83B28"/>
    <w:rsid w:val="00F850AC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1B0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89EA2-E57F-48BF-BB64-C563E8BB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1044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8</cp:revision>
  <cp:lastPrinted>2019-10-19T16:21:00Z</cp:lastPrinted>
  <dcterms:created xsi:type="dcterms:W3CDTF">2022-04-04T18:16:00Z</dcterms:created>
  <dcterms:modified xsi:type="dcterms:W3CDTF">2022-06-08T10:58:00Z</dcterms:modified>
</cp:coreProperties>
</file>